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69" w:rsidRPr="00540341" w:rsidRDefault="00E90807" w:rsidP="00082769">
      <w:pPr>
        <w:jc w:val="center"/>
        <w:rPr>
          <w:rFonts w:ascii="Monotype Corsiva" w:hAnsi="Monotype Corsiva" w:cs="MV Boli"/>
          <w:sz w:val="36"/>
          <w:szCs w:val="36"/>
        </w:rPr>
      </w:pPr>
      <w:r w:rsidRPr="00E90807">
        <w:rPr>
          <w:rFonts w:ascii="Garamond" w:hAnsi="Garamond" w:cs="MV Boli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6.35pt;margin-top:34.35pt;width:481.5pt;height:0;z-index:251660288" o:connectortype="straight" strokecolor="#7f7f7f [1612]" strokeweight="3pt">
            <v:shadow type="perspective" color="#243f60 [1604]" opacity=".5" offset="1pt" offset2="-1pt"/>
          </v:shape>
        </w:pict>
      </w:r>
      <w:r w:rsidR="00082769" w:rsidRPr="00540341">
        <w:rPr>
          <w:rFonts w:ascii="Monotype Corsiva" w:hAnsi="Monotype Corsiva" w:cs="MV Boli"/>
          <w:sz w:val="44"/>
          <w:szCs w:val="44"/>
        </w:rPr>
        <w:t>FORMA</w:t>
      </w:r>
      <w:r w:rsidR="00082769"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="00082769"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:rsidR="00082769" w:rsidRDefault="00082769" w:rsidP="00082769">
      <w:pPr>
        <w:rPr>
          <w:rFonts w:ascii="Garamond" w:hAnsi="Garamond" w:cstheme="minorHAnsi"/>
        </w:rPr>
      </w:pPr>
    </w:p>
    <w:p w:rsidR="00082769" w:rsidRPr="00540341" w:rsidRDefault="00082769" w:rsidP="00082769">
      <w:pPr>
        <w:rPr>
          <w:rFonts w:ascii="Garamond" w:hAnsi="Garamond" w:cstheme="minorHAnsi"/>
        </w:rPr>
      </w:pPr>
      <w:r w:rsidRPr="00540341">
        <w:rPr>
          <w:rFonts w:ascii="Garamond" w:hAnsi="Garamond" w:cstheme="minorHAnsi"/>
        </w:rPr>
        <w:t>ul. Dębowa 6, 64-115 Wilkowice</w:t>
      </w:r>
      <w:r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hyperlink r:id="rId7" w:history="1">
        <w:r w:rsidRPr="00082769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082769">
        <w:rPr>
          <w:rFonts w:ascii="Garamond" w:hAnsi="Garamond" w:cstheme="minorHAnsi"/>
        </w:rPr>
        <w:tab/>
      </w:r>
      <w:r>
        <w:rPr>
          <w:rFonts w:ascii="Garamond" w:hAnsi="Garamond" w:cstheme="minorHAnsi"/>
        </w:rPr>
        <w:tab/>
      </w:r>
      <w:r w:rsidRPr="00540341">
        <w:rPr>
          <w:rFonts w:ascii="Garamond" w:hAnsi="Garamond" w:cstheme="minorHAnsi"/>
        </w:rPr>
        <w:t>tel. 506020128</w:t>
      </w:r>
      <w:r w:rsidRPr="00540341">
        <w:rPr>
          <w:rFonts w:ascii="Garamond" w:hAnsi="Garamond" w:cstheme="minorHAnsi"/>
        </w:rPr>
        <w:tab/>
      </w:r>
    </w:p>
    <w:p w:rsidR="00082769" w:rsidRPr="00540341" w:rsidRDefault="00E90807" w:rsidP="00082769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w:pict>
          <v:shape id="_x0000_s2051" type="#_x0000_t32" style="position:absolute;left:0;text-align:left;margin-left:-6.35pt;margin-top:20.05pt;width:481.5pt;height:0;z-index:251658240" o:connectortype="straight" strokecolor="#7f7f7f [1612]" strokeweight="3pt">
            <v:shadow type="perspective" color="#7f7f7f [1601]" opacity=".5" offset="1pt" offset2="-1pt"/>
          </v:shape>
        </w:pict>
      </w:r>
      <w:r w:rsidR="00082769" w:rsidRPr="00540341">
        <w:rPr>
          <w:rFonts w:ascii="Garamond" w:hAnsi="Garamond" w:cstheme="minorHAnsi"/>
        </w:rPr>
        <w:t xml:space="preserve">NIP 6972064344 </w:t>
      </w:r>
      <w:r w:rsidR="00082769" w:rsidRPr="00540341">
        <w:rPr>
          <w:rFonts w:ascii="Garamond" w:hAnsi="Garamond" w:cstheme="minorHAnsi"/>
        </w:rPr>
        <w:tab/>
        <w:t>REGON:300078145</w:t>
      </w:r>
    </w:p>
    <w:p w:rsidR="00082769" w:rsidRDefault="00082769" w:rsidP="00082769">
      <w:pPr>
        <w:spacing w:line="360" w:lineRule="auto"/>
      </w:pPr>
    </w:p>
    <w:p w:rsidR="004768CF" w:rsidRPr="004B3A85" w:rsidRDefault="00A85C34" w:rsidP="004768CF">
      <w:pPr>
        <w:tabs>
          <w:tab w:val="left" w:pos="132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SZCZEGÓŁOWE SPECYFIKACJE TECHNICZNE WYKONANIA I ODBIORU </w:t>
      </w:r>
      <w:r>
        <w:rPr>
          <w:rFonts w:asciiTheme="minorHAnsi" w:hAnsiTheme="minorHAnsi" w:cstheme="minorHAnsi"/>
          <w:b/>
          <w:sz w:val="28"/>
          <w:szCs w:val="28"/>
        </w:rPr>
        <w:br/>
        <w:t>ROBÓT BUDOWLANYCH</w:t>
      </w: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dla inwestycji o nazwie:</w:t>
      </w:r>
    </w:p>
    <w:p w:rsidR="004B3A85" w:rsidRPr="00EC5785" w:rsidRDefault="004B3A85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17F11" w:rsidRPr="00B17F11" w:rsidRDefault="00B17F11" w:rsidP="00B17F11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17F11">
        <w:rPr>
          <w:rFonts w:asciiTheme="minorHAnsi" w:hAnsiTheme="minorHAnsi" w:cstheme="minorHAnsi"/>
          <w:b/>
          <w:bCs/>
          <w:sz w:val="22"/>
          <w:szCs w:val="22"/>
        </w:rPr>
        <w:t>„Przebudowa ulicy Przy Skarpie w Lubiczu Górnym”</w:t>
      </w:r>
    </w:p>
    <w:p w:rsidR="006E22A8" w:rsidRPr="006E22A8" w:rsidRDefault="006E22A8" w:rsidP="006E22A8">
      <w:pPr>
        <w:spacing w:line="259" w:lineRule="auto"/>
        <w:ind w:left="110"/>
        <w:jc w:val="center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E22A8" w:rsidRPr="006E22A8" w:rsidRDefault="006E22A8" w:rsidP="006E22A8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6E22A8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:rsidR="006E22A8" w:rsidRPr="006E22A8" w:rsidRDefault="006E22A8" w:rsidP="006E22A8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6E22A8">
        <w:rPr>
          <w:rFonts w:asciiTheme="minorHAnsi" w:eastAsiaTheme="minorEastAsia" w:hAnsiTheme="minorHAnsi" w:cstheme="minorHAnsi"/>
          <w:sz w:val="22"/>
          <w:szCs w:val="22"/>
        </w:rPr>
        <w:t>Gmina Lubicz, ul. Toruńska 21, 87-162 Lubicz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E22A8" w:rsidRPr="006E22A8" w:rsidRDefault="006E22A8" w:rsidP="006E22A8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  <w:r w:rsidRPr="006E22A8">
        <w:rPr>
          <w:rFonts w:asciiTheme="minorHAnsi" w:hAnsiTheme="minorHAnsi" w:cstheme="minorHAnsi"/>
          <w:b/>
          <w:sz w:val="22"/>
          <w:szCs w:val="22"/>
        </w:rPr>
        <w:t>budowlanego: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>Przebudowa drogi gminnej wewnętrznej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Branża:</w:t>
      </w:r>
      <w:r w:rsidRPr="006E22A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Drogowa 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XXV 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Lokalizacja:</w:t>
      </w: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7F11" w:rsidRPr="001B1856" w:rsidRDefault="00B17F11" w:rsidP="00B17F11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100, 81/4, 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>obręb 001</w:t>
      </w: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Lubicz Górny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r>
        <w:rPr>
          <w:rFonts w:asciiTheme="minorHAnsi" w:hAnsiTheme="minorHAnsi" w:cstheme="minorHAnsi"/>
          <w:color w:val="000000"/>
          <w:sz w:val="22"/>
          <w:szCs w:val="22"/>
        </w:rPr>
        <w:t>Lubicz Górny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:rsidR="006E22A8" w:rsidRPr="006E22A8" w:rsidRDefault="006E22A8" w:rsidP="006E22A8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22A8" w:rsidRPr="006E22A8" w:rsidRDefault="006E22A8" w:rsidP="006E22A8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:rsidR="006E22A8" w:rsidRPr="006E22A8" w:rsidRDefault="006E22A8" w:rsidP="006E22A8">
      <w:pPr>
        <w:spacing w:after="9"/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 xml:space="preserve">1. </w:t>
      </w:r>
      <w:r w:rsidR="00B17F11" w:rsidRPr="00AE3AC3">
        <w:rPr>
          <w:rFonts w:asciiTheme="minorHAnsi" w:hAnsiTheme="minorHAnsi" w:cstheme="minorHAnsi"/>
          <w:sz w:val="22"/>
          <w:szCs w:val="22"/>
        </w:rPr>
        <w:t>Umowa na wykonanie dokumentacji projektowej nr INW.272.</w:t>
      </w:r>
      <w:r w:rsidR="00B17F11">
        <w:rPr>
          <w:rFonts w:asciiTheme="minorHAnsi" w:hAnsiTheme="minorHAnsi" w:cstheme="minorHAnsi"/>
          <w:sz w:val="22"/>
          <w:szCs w:val="22"/>
        </w:rPr>
        <w:t>60</w:t>
      </w:r>
      <w:r w:rsidR="00B17F11" w:rsidRPr="00AE3AC3">
        <w:rPr>
          <w:rFonts w:asciiTheme="minorHAnsi" w:hAnsiTheme="minorHAnsi" w:cstheme="minorHAnsi"/>
          <w:sz w:val="22"/>
          <w:szCs w:val="22"/>
        </w:rPr>
        <w:t>.202</w:t>
      </w:r>
      <w:r w:rsidR="00B17F11">
        <w:rPr>
          <w:rFonts w:asciiTheme="minorHAnsi" w:hAnsiTheme="minorHAnsi" w:cstheme="minorHAnsi"/>
          <w:sz w:val="22"/>
          <w:szCs w:val="22"/>
        </w:rPr>
        <w:t>4</w:t>
      </w:r>
    </w:p>
    <w:p w:rsidR="004768CF" w:rsidRPr="006E22A8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6E22A8" w:rsidRDefault="004768CF" w:rsidP="004768CF">
      <w:pPr>
        <w:rPr>
          <w:rFonts w:asciiTheme="minorHAnsi" w:hAnsiTheme="minorHAnsi" w:cstheme="minorHAnsi"/>
          <w:b/>
          <w:sz w:val="22"/>
          <w:szCs w:val="22"/>
        </w:rPr>
      </w:pPr>
      <w:r w:rsidRPr="006E22A8">
        <w:rPr>
          <w:rFonts w:asciiTheme="minorHAnsi" w:hAnsiTheme="minorHAnsi" w:cstheme="minorHAnsi"/>
          <w:b/>
          <w:sz w:val="22"/>
          <w:szCs w:val="22"/>
        </w:rPr>
        <w:t>Jednostka projektowa:</w:t>
      </w:r>
    </w:p>
    <w:p w:rsidR="004768CF" w:rsidRPr="006E22A8" w:rsidRDefault="002D22C4" w:rsidP="004768CF">
      <w:pPr>
        <w:rPr>
          <w:rFonts w:asciiTheme="minorHAnsi" w:hAnsiTheme="minorHAnsi" w:cstheme="minorHAnsi"/>
          <w:sz w:val="22"/>
          <w:szCs w:val="22"/>
        </w:rPr>
      </w:pPr>
      <w:r w:rsidRPr="006E22A8">
        <w:rPr>
          <w:rFonts w:asciiTheme="minorHAnsi" w:hAnsiTheme="minorHAnsi" w:cstheme="minorHAnsi"/>
          <w:sz w:val="22"/>
          <w:szCs w:val="22"/>
        </w:rPr>
        <w:t>FORMA” Pracownia Projektowa Wanda Formanowska</w:t>
      </w:r>
      <w:r w:rsidR="004768CF" w:rsidRPr="006E22A8">
        <w:rPr>
          <w:rFonts w:asciiTheme="minorHAnsi" w:hAnsiTheme="minorHAnsi" w:cstheme="minorHAnsi"/>
          <w:sz w:val="22"/>
          <w:szCs w:val="22"/>
        </w:rPr>
        <w:t>, ul. Dębowa 6, 64-115 Wilkowice</w:t>
      </w:r>
    </w:p>
    <w:p w:rsidR="004768CF" w:rsidRPr="004B3A85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Zespół projektowy:</w:t>
      </w:r>
    </w:p>
    <w:tbl>
      <w:tblPr>
        <w:tblW w:w="9464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093"/>
        <w:gridCol w:w="1843"/>
        <w:gridCol w:w="2693"/>
        <w:gridCol w:w="2835"/>
      </w:tblGrid>
      <w:tr w:rsidR="004768CF" w:rsidRPr="004B3A85" w:rsidTr="000B4682">
        <w:trPr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Stanowisko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./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specj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</w:tc>
      </w:tr>
      <w:bookmarkEnd w:id="0"/>
      <w:tr w:rsidR="004768CF" w:rsidRPr="004B3A85" w:rsidTr="000B4682">
        <w:trPr>
          <w:trHeight w:val="586"/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mgr inż. Wanda Formanowska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asystent</w:t>
            </w:r>
          </w:p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projektanta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inżynieryjna – drogowa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014"/>
        <w:gridCol w:w="2214"/>
      </w:tblGrid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opracowania</w:t>
            </w:r>
          </w:p>
        </w:tc>
      </w:tr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B4682" w:rsidRPr="004B3A85" w:rsidRDefault="00041E6E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4682" w:rsidRPr="004B3A85" w:rsidRDefault="006E22A8" w:rsidP="006E22A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2D22C4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2D22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B4682" w:rsidRPr="004B3A8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4B3A8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85C34" w:rsidRDefault="00A85C34" w:rsidP="00A85C34">
      <w:pPr>
        <w:spacing w:line="360" w:lineRule="auto"/>
        <w:jc w:val="both"/>
        <w:rPr>
          <w:rFonts w:ascii="Calibri" w:hAnsi="Calibri" w:cs="Calibri"/>
          <w:b/>
          <w:sz w:val="26"/>
          <w:szCs w:val="26"/>
        </w:rPr>
      </w:pPr>
    </w:p>
    <w:sectPr w:rsidR="00A85C34" w:rsidSect="00EC5785">
      <w:footerReference w:type="even" r:id="rId8"/>
      <w:footerReference w:type="default" r:id="rId9"/>
      <w:pgSz w:w="11906" w:h="16838"/>
      <w:pgMar w:top="993" w:right="1417" w:bottom="1135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2A8" w:rsidRDefault="006E22A8">
      <w:r>
        <w:separator/>
      </w:r>
    </w:p>
  </w:endnote>
  <w:endnote w:type="continuationSeparator" w:id="0">
    <w:p w:rsidR="006E22A8" w:rsidRDefault="006E2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2A8" w:rsidRDefault="00E90807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2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22A8" w:rsidRDefault="006E22A8" w:rsidP="0066534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2A8" w:rsidRPr="004D3247" w:rsidRDefault="006E22A8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:rsidR="006E22A8" w:rsidRPr="00D11768" w:rsidRDefault="006E22A8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 s.c.</w:t>
    </w:r>
  </w:p>
  <w:p w:rsidR="006E22A8" w:rsidRPr="00F51542" w:rsidRDefault="006E22A8" w:rsidP="00F51542">
    <w:pPr>
      <w:pStyle w:val="Stopka"/>
      <w:rPr>
        <w:rFonts w:ascii="Garamond" w:hAnsi="Garamond"/>
        <w:sz w:val="18"/>
        <w:szCs w:val="18"/>
      </w:rPr>
    </w:pPr>
    <w:r>
      <w:rPr>
        <w:noProof/>
      </w:rPr>
      <w:drawing>
        <wp:inline distT="0" distB="0" distL="0" distR="0">
          <wp:extent cx="1009650" cy="590550"/>
          <wp:effectExtent l="19050" t="0" r="0" b="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E90807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E90807" w:rsidRPr="00D11768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noProof/>
        <w:sz w:val="20"/>
        <w:szCs w:val="20"/>
      </w:rPr>
      <w:t>1</w:t>
    </w:r>
    <w:r w:rsidR="00E90807" w:rsidRPr="00D11768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2A8" w:rsidRDefault="006E22A8">
      <w:r>
        <w:separator/>
      </w:r>
    </w:p>
  </w:footnote>
  <w:footnote w:type="continuationSeparator" w:id="0">
    <w:p w:rsidR="006E22A8" w:rsidRDefault="006E22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6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3"/>
  </w:num>
  <w:num w:numId="5">
    <w:abstractNumId w:val="12"/>
  </w:num>
  <w:num w:numId="6">
    <w:abstractNumId w:val="1"/>
  </w:num>
  <w:num w:numId="7">
    <w:abstractNumId w:val="4"/>
  </w:num>
  <w:num w:numId="8">
    <w:abstractNumId w:val="7"/>
  </w:num>
  <w:num w:numId="9">
    <w:abstractNumId w:val="11"/>
  </w:num>
  <w:num w:numId="10">
    <w:abstractNumId w:val="16"/>
  </w:num>
  <w:num w:numId="11">
    <w:abstractNumId w:val="9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8"/>
  </w:num>
  <w:num w:numId="15">
    <w:abstractNumId w:val="14"/>
  </w:num>
  <w:num w:numId="16">
    <w:abstractNumId w:val="17"/>
  </w:num>
  <w:num w:numId="17">
    <w:abstractNumId w:val="0"/>
  </w:num>
  <w:num w:numId="18">
    <w:abstractNumId w:val="1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560AEB"/>
    <w:rsid w:val="000029E1"/>
    <w:rsid w:val="00016246"/>
    <w:rsid w:val="00040620"/>
    <w:rsid w:val="00041E6E"/>
    <w:rsid w:val="00043A05"/>
    <w:rsid w:val="00056CE8"/>
    <w:rsid w:val="00057F19"/>
    <w:rsid w:val="00066BCB"/>
    <w:rsid w:val="00072628"/>
    <w:rsid w:val="00082769"/>
    <w:rsid w:val="00084893"/>
    <w:rsid w:val="00085662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305E9"/>
    <w:rsid w:val="00130CD9"/>
    <w:rsid w:val="001414D2"/>
    <w:rsid w:val="00154C24"/>
    <w:rsid w:val="00160D88"/>
    <w:rsid w:val="0016406F"/>
    <w:rsid w:val="00181217"/>
    <w:rsid w:val="00185B52"/>
    <w:rsid w:val="00197135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2010FF"/>
    <w:rsid w:val="00203C66"/>
    <w:rsid w:val="00205187"/>
    <w:rsid w:val="00211013"/>
    <w:rsid w:val="00215E0C"/>
    <w:rsid w:val="00227899"/>
    <w:rsid w:val="0023212E"/>
    <w:rsid w:val="00240542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22C4"/>
    <w:rsid w:val="002D6807"/>
    <w:rsid w:val="002E04A7"/>
    <w:rsid w:val="002E19FD"/>
    <w:rsid w:val="00303753"/>
    <w:rsid w:val="00317208"/>
    <w:rsid w:val="00332823"/>
    <w:rsid w:val="00334D80"/>
    <w:rsid w:val="003439E9"/>
    <w:rsid w:val="00345323"/>
    <w:rsid w:val="00350FE8"/>
    <w:rsid w:val="00356FC2"/>
    <w:rsid w:val="00380B79"/>
    <w:rsid w:val="003845EB"/>
    <w:rsid w:val="003B4B55"/>
    <w:rsid w:val="003D5F2D"/>
    <w:rsid w:val="003E7872"/>
    <w:rsid w:val="003F15DD"/>
    <w:rsid w:val="003F5BE7"/>
    <w:rsid w:val="004034EB"/>
    <w:rsid w:val="00407025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504D90"/>
    <w:rsid w:val="00507A80"/>
    <w:rsid w:val="00517941"/>
    <w:rsid w:val="00525E5F"/>
    <w:rsid w:val="00533043"/>
    <w:rsid w:val="00546276"/>
    <w:rsid w:val="005467EC"/>
    <w:rsid w:val="00546D55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D50EE"/>
    <w:rsid w:val="005E0F72"/>
    <w:rsid w:val="005E6158"/>
    <w:rsid w:val="005F0423"/>
    <w:rsid w:val="0060630F"/>
    <w:rsid w:val="006100AE"/>
    <w:rsid w:val="00611F56"/>
    <w:rsid w:val="00617105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A5D88"/>
    <w:rsid w:val="006A5F7E"/>
    <w:rsid w:val="006B1876"/>
    <w:rsid w:val="006B2A6E"/>
    <w:rsid w:val="006B6B56"/>
    <w:rsid w:val="006C45EE"/>
    <w:rsid w:val="006D4F02"/>
    <w:rsid w:val="006D611B"/>
    <w:rsid w:val="006E0B60"/>
    <w:rsid w:val="006E1745"/>
    <w:rsid w:val="006E22A8"/>
    <w:rsid w:val="00723C7A"/>
    <w:rsid w:val="00731B6D"/>
    <w:rsid w:val="00743EED"/>
    <w:rsid w:val="00753423"/>
    <w:rsid w:val="00780ED9"/>
    <w:rsid w:val="00796ED9"/>
    <w:rsid w:val="007A4A83"/>
    <w:rsid w:val="007A4DB2"/>
    <w:rsid w:val="007A7D8F"/>
    <w:rsid w:val="007B2FE0"/>
    <w:rsid w:val="007B30EB"/>
    <w:rsid w:val="007B61DE"/>
    <w:rsid w:val="007C50B5"/>
    <w:rsid w:val="007C6C4E"/>
    <w:rsid w:val="007D280E"/>
    <w:rsid w:val="007E0798"/>
    <w:rsid w:val="007E7AE0"/>
    <w:rsid w:val="007F3CDA"/>
    <w:rsid w:val="007F3EE6"/>
    <w:rsid w:val="008126F1"/>
    <w:rsid w:val="00820593"/>
    <w:rsid w:val="008205AC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721EE"/>
    <w:rsid w:val="00872999"/>
    <w:rsid w:val="00875C50"/>
    <w:rsid w:val="00880950"/>
    <w:rsid w:val="00884A5A"/>
    <w:rsid w:val="00885026"/>
    <w:rsid w:val="0089360E"/>
    <w:rsid w:val="008A2295"/>
    <w:rsid w:val="008B0044"/>
    <w:rsid w:val="008B7F96"/>
    <w:rsid w:val="008C03E4"/>
    <w:rsid w:val="008D0B56"/>
    <w:rsid w:val="008E061A"/>
    <w:rsid w:val="008E5807"/>
    <w:rsid w:val="008E6B6A"/>
    <w:rsid w:val="008E7960"/>
    <w:rsid w:val="008F56BE"/>
    <w:rsid w:val="00910C6C"/>
    <w:rsid w:val="009161F9"/>
    <w:rsid w:val="009216AE"/>
    <w:rsid w:val="0093081B"/>
    <w:rsid w:val="00951A63"/>
    <w:rsid w:val="009534CB"/>
    <w:rsid w:val="00963F7C"/>
    <w:rsid w:val="00964D1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A01025"/>
    <w:rsid w:val="00A17449"/>
    <w:rsid w:val="00A20A27"/>
    <w:rsid w:val="00A267C2"/>
    <w:rsid w:val="00A35E5F"/>
    <w:rsid w:val="00A3746A"/>
    <w:rsid w:val="00A62FEA"/>
    <w:rsid w:val="00A70E3C"/>
    <w:rsid w:val="00A8118B"/>
    <w:rsid w:val="00A85C34"/>
    <w:rsid w:val="00A865BD"/>
    <w:rsid w:val="00AA1ED8"/>
    <w:rsid w:val="00AB228C"/>
    <w:rsid w:val="00AC70DD"/>
    <w:rsid w:val="00AF6864"/>
    <w:rsid w:val="00B14FBE"/>
    <w:rsid w:val="00B16FCA"/>
    <w:rsid w:val="00B17F11"/>
    <w:rsid w:val="00B31422"/>
    <w:rsid w:val="00B508AC"/>
    <w:rsid w:val="00B652DF"/>
    <w:rsid w:val="00B71A25"/>
    <w:rsid w:val="00B7308B"/>
    <w:rsid w:val="00BA15A8"/>
    <w:rsid w:val="00BA7A98"/>
    <w:rsid w:val="00BB6508"/>
    <w:rsid w:val="00BC0865"/>
    <w:rsid w:val="00BC6464"/>
    <w:rsid w:val="00BD16E3"/>
    <w:rsid w:val="00BE30F3"/>
    <w:rsid w:val="00BE3B62"/>
    <w:rsid w:val="00BE40E1"/>
    <w:rsid w:val="00BF0E79"/>
    <w:rsid w:val="00BF7E0C"/>
    <w:rsid w:val="00C3014E"/>
    <w:rsid w:val="00C31170"/>
    <w:rsid w:val="00C3515C"/>
    <w:rsid w:val="00C434B3"/>
    <w:rsid w:val="00C56BBE"/>
    <w:rsid w:val="00C7293D"/>
    <w:rsid w:val="00C75549"/>
    <w:rsid w:val="00C860B6"/>
    <w:rsid w:val="00C93A7B"/>
    <w:rsid w:val="00CA5089"/>
    <w:rsid w:val="00CC5576"/>
    <w:rsid w:val="00CC5643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730CD"/>
    <w:rsid w:val="00E90807"/>
    <w:rsid w:val="00E934AD"/>
    <w:rsid w:val="00E93FA9"/>
    <w:rsid w:val="00EB096E"/>
    <w:rsid w:val="00EB2002"/>
    <w:rsid w:val="00EB741D"/>
    <w:rsid w:val="00EC0749"/>
    <w:rsid w:val="00EC383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4C2C"/>
    <w:rsid w:val="00F451A6"/>
    <w:rsid w:val="00F51542"/>
    <w:rsid w:val="00F53B4F"/>
    <w:rsid w:val="00F54A6C"/>
    <w:rsid w:val="00F67C24"/>
    <w:rsid w:val="00F836FA"/>
    <w:rsid w:val="00F9720C"/>
    <w:rsid w:val="00FC6DFF"/>
    <w:rsid w:val="00FE18FF"/>
    <w:rsid w:val="00FE6E10"/>
    <w:rsid w:val="00FF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827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spis.dot</Template>
  <TotalTime>236</TotalTime>
  <Pages>1</Pages>
  <Words>122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wformanowska</cp:lastModifiedBy>
  <cp:revision>10</cp:revision>
  <cp:lastPrinted>2025-07-31T11:04:00Z</cp:lastPrinted>
  <dcterms:created xsi:type="dcterms:W3CDTF">2023-02-23T06:54:00Z</dcterms:created>
  <dcterms:modified xsi:type="dcterms:W3CDTF">2025-07-31T11:04:00Z</dcterms:modified>
</cp:coreProperties>
</file>